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660339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660339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223362">
        <w:rPr>
          <w:rFonts w:ascii="Corbel" w:hAnsi="Corbel"/>
          <w:b/>
          <w:smallCaps/>
          <w:sz w:val="24"/>
          <w:szCs w:val="24"/>
        </w:rPr>
        <w:t xml:space="preserve"> </w:t>
      </w:r>
      <w:r w:rsidR="009E5C0C">
        <w:rPr>
          <w:rFonts w:ascii="Corbel" w:hAnsi="Corbel"/>
          <w:b/>
          <w:smallCaps/>
          <w:sz w:val="24"/>
          <w:szCs w:val="24"/>
        </w:rPr>
        <w:t>20</w:t>
      </w:r>
      <w:r w:rsidR="008042BF">
        <w:rPr>
          <w:rFonts w:ascii="Corbel" w:hAnsi="Corbel"/>
          <w:b/>
          <w:smallCaps/>
          <w:sz w:val="24"/>
          <w:szCs w:val="24"/>
        </w:rPr>
        <w:t>2</w:t>
      </w:r>
      <w:r w:rsidR="00223362">
        <w:rPr>
          <w:rFonts w:ascii="Corbel" w:hAnsi="Corbel"/>
          <w:b/>
          <w:smallCaps/>
          <w:sz w:val="24"/>
          <w:szCs w:val="24"/>
        </w:rPr>
        <w:t>3</w:t>
      </w:r>
      <w:r w:rsidR="009E5C0C">
        <w:rPr>
          <w:rFonts w:ascii="Corbel" w:hAnsi="Corbel"/>
          <w:b/>
          <w:smallCaps/>
          <w:sz w:val="24"/>
          <w:szCs w:val="24"/>
        </w:rPr>
        <w:t>-202</w:t>
      </w:r>
      <w:r w:rsidR="00223362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9E5C0C">
        <w:rPr>
          <w:rFonts w:ascii="Corbel" w:hAnsi="Corbel"/>
          <w:sz w:val="20"/>
          <w:szCs w:val="20"/>
        </w:rPr>
        <w:t>20</w:t>
      </w:r>
      <w:r w:rsidR="008042BF">
        <w:rPr>
          <w:rFonts w:ascii="Corbel" w:hAnsi="Corbel"/>
          <w:sz w:val="20"/>
          <w:szCs w:val="20"/>
        </w:rPr>
        <w:t>2</w:t>
      </w:r>
      <w:r w:rsidR="00223362">
        <w:rPr>
          <w:rFonts w:ascii="Corbel" w:hAnsi="Corbel"/>
          <w:sz w:val="20"/>
          <w:szCs w:val="20"/>
        </w:rPr>
        <w:t>5</w:t>
      </w:r>
      <w:r w:rsidR="008042BF">
        <w:rPr>
          <w:rFonts w:ascii="Corbel" w:hAnsi="Corbel"/>
          <w:sz w:val="20"/>
          <w:szCs w:val="20"/>
        </w:rPr>
        <w:t>/202</w:t>
      </w:r>
      <w:r w:rsidR="00223362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DA45C1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DA45C1">
              <w:rPr>
                <w:rFonts w:ascii="Corbel" w:hAnsi="Corbel"/>
                <w:sz w:val="24"/>
                <w:szCs w:val="24"/>
              </w:rPr>
              <w:t xml:space="preserve">Profilaktyka </w:t>
            </w:r>
            <w:r w:rsidR="00FB72C0" w:rsidRPr="00DA45C1">
              <w:rPr>
                <w:rFonts w:ascii="Corbel" w:hAnsi="Corbel"/>
                <w:sz w:val="24"/>
                <w:szCs w:val="24"/>
              </w:rPr>
              <w:t>środowiskowa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A16A3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A16A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A16A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B72C0" w:rsidP="00A16A3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16A37">
              <w:rPr>
                <w:rFonts w:ascii="Corbel" w:hAnsi="Corbel"/>
                <w:b w:val="0"/>
                <w:sz w:val="24"/>
                <w:szCs w:val="24"/>
              </w:rPr>
              <w:t>, specjalność opiekuńczo- w</w:t>
            </w:r>
            <w:r>
              <w:rPr>
                <w:rFonts w:ascii="Corbel" w:hAnsi="Corbel"/>
                <w:b w:val="0"/>
                <w:sz w:val="24"/>
                <w:szCs w:val="24"/>
              </w:rPr>
              <w:t>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4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B72C0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04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04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A16A3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473C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 i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04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FB72C0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8042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B72C0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6C325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B72C0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22336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725614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725614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FB72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i 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B72C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042B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25614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FB72C0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Zaliczenie zajęć z przedmiotów: teoretyczne podstawy kształcenia i</w:t>
            </w:r>
          </w:p>
          <w:p w:rsidR="0085747A" w:rsidRPr="00FB72C0" w:rsidRDefault="00D0183D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wychowania, wprowadzenie do </w:t>
            </w:r>
            <w:r w:rsidR="00FB72C0">
              <w:rPr>
                <w:rFonts w:ascii="DejaVuSans" w:hAnsi="DejaVuSans" w:cs="DejaVuSans"/>
                <w:sz w:val="24"/>
                <w:szCs w:val="24"/>
                <w:lang w:eastAsia="pl-PL"/>
              </w:rPr>
              <w:t>metodologii badań pedagogicznych i diagnostyka pedagogiczna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:rsidTr="00FB72C0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Zdobycie wiedzy na temat potrzeby, zakresu oraz metod</w:t>
            </w:r>
          </w:p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rozpoznawania i przeciwdziałania negatywnym zjawiskom w</w:t>
            </w:r>
          </w:p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środowisku lokalnym; specyfiki wybranych programów</w:t>
            </w:r>
          </w:p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profilaktycznych adresowane do różnych grup wiekowych i społ. oraz</w:t>
            </w:r>
          </w:p>
          <w:p w:rsidR="0085747A" w:rsidRPr="00FB72C0" w:rsidRDefault="00FB72C0" w:rsidP="00FB72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B72C0">
              <w:rPr>
                <w:rFonts w:ascii="DejaVuSans" w:hAnsi="DejaVuSans" w:cs="DejaVuSans"/>
                <w:b w:val="0"/>
                <w:bCs/>
                <w:sz w:val="24"/>
                <w:szCs w:val="24"/>
              </w:rPr>
              <w:t>ogólnych zasad ich konstruowania i ewaluacji;</w:t>
            </w:r>
          </w:p>
        </w:tc>
      </w:tr>
      <w:tr w:rsidR="0085747A" w:rsidRPr="009C54AE" w:rsidTr="00FB72C0">
        <w:tc>
          <w:tcPr>
            <w:tcW w:w="843" w:type="dxa"/>
            <w:vAlign w:val="center"/>
          </w:tcPr>
          <w:p w:rsidR="0085747A" w:rsidRPr="009C54AE" w:rsidRDefault="00FB72C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Kształtowanie umiejętności wykorzystania zdobytej wiedzy</w:t>
            </w:r>
          </w:p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teoretycznej do projektowania działań profilaktycznych</w:t>
            </w:r>
          </w:p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środowiskowych wobec różnych grup wiekowych w wybranych</w:t>
            </w:r>
          </w:p>
          <w:p w:rsidR="0085747A" w:rsidRPr="00FB72C0" w:rsidRDefault="00FB72C0" w:rsidP="00FB72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B72C0">
              <w:rPr>
                <w:rFonts w:ascii="DejaVuSans" w:hAnsi="DejaVuSans" w:cs="DejaVuSans"/>
                <w:b w:val="0"/>
                <w:bCs/>
                <w:sz w:val="24"/>
                <w:szCs w:val="24"/>
              </w:rPr>
              <w:t>zakresach</w:t>
            </w:r>
          </w:p>
        </w:tc>
      </w:tr>
      <w:tr w:rsidR="0085747A" w:rsidRPr="009C54AE" w:rsidTr="00FB72C0">
        <w:tc>
          <w:tcPr>
            <w:tcW w:w="843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FB72C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7" w:type="dxa"/>
            <w:vAlign w:val="center"/>
          </w:tcPr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Uświadamianie merytorycznej potrzeby zapobiegania negatywnym</w:t>
            </w:r>
          </w:p>
          <w:p w:rsidR="00FB72C0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zjawiskom w środowisku lokalnym oraz kształtowanie gotowości do</w:t>
            </w:r>
          </w:p>
          <w:p w:rsidR="0085747A" w:rsidRPr="00FB72C0" w:rsidRDefault="00FB72C0" w:rsidP="00FB72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B72C0">
              <w:rPr>
                <w:rFonts w:ascii="DejaVuSans" w:hAnsi="DejaVuSans" w:cs="DejaVuSans"/>
                <w:b w:val="0"/>
                <w:bCs/>
                <w:sz w:val="24"/>
                <w:szCs w:val="24"/>
              </w:rPr>
              <w:t>rozwijania kompetencji w tym zakresie;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D0183D" w:rsidRPr="009C54AE" w:rsidRDefault="002C4D48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6947AC" w:rsidTr="005E6E85">
        <w:tc>
          <w:tcPr>
            <w:tcW w:w="1701" w:type="dxa"/>
          </w:tcPr>
          <w:p w:rsidR="0085747A" w:rsidRPr="006947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947A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B72C0" w:rsidRPr="006947AC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Zdefiniuje pojęcie diagnozy i profilaktyki</w:t>
            </w:r>
          </w:p>
          <w:p w:rsidR="00FB72C0" w:rsidRPr="006947AC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społecznej oraz środowiskowej, wskaże cele,</w:t>
            </w:r>
          </w:p>
          <w:p w:rsidR="00FB72C0" w:rsidRPr="006947AC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poziomy i podmioty, rodzaje i przykłady</w:t>
            </w:r>
          </w:p>
          <w:p w:rsidR="0085747A" w:rsidRPr="006947AC" w:rsidRDefault="00FB72C0" w:rsidP="00EC56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programów profilaktycznych </w:t>
            </w:r>
            <w:r w:rsidR="00EC563B">
              <w:rPr>
                <w:rFonts w:ascii="Corbel" w:hAnsi="Corbel" w:cs="DejaVuSans"/>
                <w:sz w:val="24"/>
                <w:szCs w:val="24"/>
                <w:lang w:eastAsia="pl-PL"/>
              </w:rPr>
              <w:t>odnosząc je do różnych rodzajów struktur społecznych i instytucji życia społecznego</w:t>
            </w:r>
          </w:p>
        </w:tc>
        <w:tc>
          <w:tcPr>
            <w:tcW w:w="1873" w:type="dxa"/>
          </w:tcPr>
          <w:p w:rsidR="0085747A" w:rsidRDefault="00EC563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K_W07</w:t>
            </w:r>
          </w:p>
          <w:p w:rsidR="00EC563B" w:rsidRPr="006947AC" w:rsidRDefault="00EC563B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6947AC" w:rsidTr="005E6E85">
        <w:tc>
          <w:tcPr>
            <w:tcW w:w="1701" w:type="dxa"/>
          </w:tcPr>
          <w:p w:rsidR="0085747A" w:rsidRPr="006947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FB72C0" w:rsidRPr="006947AC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Scharakteryzuje wybrane negatywne zjawiska i</w:t>
            </w:r>
          </w:p>
          <w:p w:rsidR="00EC563B" w:rsidRPr="006947AC" w:rsidRDefault="00FB72C0" w:rsidP="00EC563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zagrożenia w środowisku lokalnym</w:t>
            </w:r>
            <w:r w:rsidR="00EC563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zagrażające rozwojowi dzieci i młodzieży</w:t>
            </w:r>
          </w:p>
          <w:p w:rsidR="0085747A" w:rsidRPr="006947AC" w:rsidRDefault="0085747A" w:rsidP="00FB72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:rsidR="00214DC2" w:rsidRPr="00287189" w:rsidRDefault="00EC563B" w:rsidP="00136234">
            <w:pPr>
              <w:rPr>
                <w:rFonts w:ascii="Corbel" w:hAnsi="Corbel"/>
                <w:sz w:val="24"/>
                <w:szCs w:val="24"/>
              </w:rPr>
            </w:pPr>
            <w:r w:rsidRPr="00287189">
              <w:rPr>
                <w:rFonts w:ascii="Corbel" w:hAnsi="Corbel"/>
                <w:sz w:val="24"/>
                <w:szCs w:val="24"/>
              </w:rPr>
              <w:t>K_W09</w:t>
            </w:r>
          </w:p>
          <w:p w:rsidR="0085747A" w:rsidRPr="00214DC2" w:rsidRDefault="0085747A" w:rsidP="00214DC2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6947AC" w:rsidTr="005E6E85">
        <w:tc>
          <w:tcPr>
            <w:tcW w:w="1701" w:type="dxa"/>
          </w:tcPr>
          <w:p w:rsidR="0085747A" w:rsidRPr="006947A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F705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FB72C0" w:rsidRPr="006947A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FB72C0" w:rsidRPr="006947AC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Wykorzyst</w:t>
            </w:r>
            <w:r w:rsidR="003929E5">
              <w:rPr>
                <w:rFonts w:ascii="Corbel" w:hAnsi="Corbel" w:cs="DejaVuSans"/>
                <w:sz w:val="24"/>
                <w:szCs w:val="24"/>
                <w:lang w:eastAsia="pl-PL"/>
              </w:rPr>
              <w:t>uje</w:t>
            </w: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zdobytą wiedzę teoretyczną do</w:t>
            </w:r>
          </w:p>
          <w:p w:rsidR="00FB72C0" w:rsidRPr="006947AC" w:rsidRDefault="00136234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r</w:t>
            </w:r>
            <w:r w:rsidR="00FB72C0"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ozpoznawania</w:t>
            </w:r>
            <w:r w:rsidR="00EC563B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analizy i oceny </w:t>
            </w:r>
            <w:r w:rsidR="00FB72C0"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negatywnych zjawisk oraz</w:t>
            </w:r>
          </w:p>
          <w:p w:rsidR="00FB72C0" w:rsidRPr="006947AC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zagrożeń w środowisku lokalnym oraz</w:t>
            </w:r>
          </w:p>
          <w:p w:rsidR="00FB72C0" w:rsidRPr="006947AC" w:rsidRDefault="00FB72C0" w:rsidP="00FB72C0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projektowania działań profilaktycznych w</w:t>
            </w:r>
          </w:p>
          <w:p w:rsidR="0085747A" w:rsidRPr="006947AC" w:rsidRDefault="00FB72C0" w:rsidP="00FB72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wybranym zakresie;</w:t>
            </w:r>
          </w:p>
        </w:tc>
        <w:tc>
          <w:tcPr>
            <w:tcW w:w="1873" w:type="dxa"/>
          </w:tcPr>
          <w:p w:rsidR="0085747A" w:rsidRPr="006947AC" w:rsidRDefault="00EC563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FB72C0" w:rsidRPr="006947AC" w:rsidTr="005E6E85">
        <w:tc>
          <w:tcPr>
            <w:tcW w:w="1701" w:type="dxa"/>
          </w:tcPr>
          <w:p w:rsidR="00FB72C0" w:rsidRPr="006947AC" w:rsidRDefault="00FB72C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CF7050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6947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FB72C0" w:rsidRPr="006947AC" w:rsidRDefault="003929E5" w:rsidP="00C21751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Ocenia krytycznie poziom swojej wiedzy w zakresie profilaktyki i przejawia motywację do samodoskonalenia</w:t>
            </w:r>
          </w:p>
        </w:tc>
        <w:tc>
          <w:tcPr>
            <w:tcW w:w="1873" w:type="dxa"/>
          </w:tcPr>
          <w:p w:rsidR="00FB72C0" w:rsidRPr="006947AC" w:rsidRDefault="00EC563B" w:rsidP="006947A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6947A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C563B" w:rsidRDefault="00EC56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EC563B" w:rsidRDefault="00EC56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3929E5" w:rsidRDefault="003929E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EC563B" w:rsidRDefault="00EC563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6947A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947AC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6947AC">
        <w:rPr>
          <w:rFonts w:ascii="Corbel" w:hAnsi="Corbel"/>
          <w:b/>
          <w:sz w:val="24"/>
          <w:szCs w:val="24"/>
        </w:rPr>
        <w:t>T</w:t>
      </w:r>
      <w:r w:rsidR="001D7B54" w:rsidRPr="006947AC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6947A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6947AC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6947A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Zajęcia organizacyjne – treści programowe, warunki zaliczenia, literatura,</w:t>
            </w:r>
          </w:p>
          <w:p w:rsidR="0085747A" w:rsidRPr="009C54AE" w:rsidRDefault="00AF099C" w:rsidP="00AF09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podstawowa terminologia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AF099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Profilaktyka społeczna i środowiskowa – cele, poziomy, zakres.</w:t>
            </w:r>
          </w:p>
        </w:tc>
      </w:tr>
      <w:tr w:rsidR="0085747A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Rodzaje, modele, adresaci i realizatorzy działań profilaktycznych w</w:t>
            </w:r>
          </w:p>
          <w:p w:rsidR="0085747A" w:rsidRPr="009C54AE" w:rsidRDefault="00AF099C" w:rsidP="00AF09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środowisku lokalnym</w:t>
            </w:r>
          </w:p>
        </w:tc>
      </w:tr>
      <w:tr w:rsidR="00AF099C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Negatywne zjawiska i zachowania oraz zagrożenia w środowisku lokalnym –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przejawy, przyczyny, diagnozowanie.</w:t>
            </w:r>
          </w:p>
        </w:tc>
      </w:tr>
      <w:tr w:rsidR="00AF099C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Standardy programów profilaktycznych. Analiza wybranych przykładów na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terenie gmin i powiatów.</w:t>
            </w:r>
          </w:p>
        </w:tc>
      </w:tr>
      <w:tr w:rsidR="00AF099C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Etapy opracowywania programu profilaktyki środowiskowej. Wybór tematów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prac projektowych.</w:t>
            </w:r>
          </w:p>
        </w:tc>
      </w:tr>
      <w:tr w:rsidR="00AF099C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Diagnoza i jej wykorzystanie do projektowania działań profilaktycznych w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środowisku, przykłady.</w:t>
            </w:r>
          </w:p>
        </w:tc>
      </w:tr>
      <w:tr w:rsidR="00AF099C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Diagnoza i profilaktyka nowych negatywnych zjawisk i uzależnień w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środowiskach lokalnych oraz jej projektowanie</w:t>
            </w:r>
          </w:p>
        </w:tc>
      </w:tr>
      <w:tr w:rsidR="00AF099C" w:rsidRPr="009C54AE" w:rsidTr="00923D7D">
        <w:tc>
          <w:tcPr>
            <w:tcW w:w="9639" w:type="dxa"/>
          </w:tcPr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Kolokwium i zaliczenie prac projektowych.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214DC2" w:rsidRPr="001A278F" w:rsidRDefault="00214DC2" w:rsidP="00214DC2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1A278F">
        <w:rPr>
          <w:rFonts w:ascii="Corbel" w:hAnsi="Corbel"/>
          <w:b w:val="0"/>
          <w:iCs/>
          <w:smallCaps w:val="0"/>
          <w:szCs w:val="24"/>
        </w:rPr>
        <w:t xml:space="preserve">Ćwiczenia: analiza tekstów z dyskusją, metoda projektów </w:t>
      </w:r>
    </w:p>
    <w:p w:rsidR="00214DC2" w:rsidRDefault="00214DC2" w:rsidP="00214DC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DF25BB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DF25BB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DF25BB" w:rsidRDefault="00DF25BB" w:rsidP="009C54AE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alibri" w:hAnsi="Calibri"/>
                <w:b w:val="0"/>
                <w:smallCaps w:val="0"/>
                <w:szCs w:val="24"/>
              </w:rPr>
              <w:t>olokwium, praca projektowa</w:t>
            </w:r>
          </w:p>
        </w:tc>
        <w:tc>
          <w:tcPr>
            <w:tcW w:w="2117" w:type="dxa"/>
          </w:tcPr>
          <w:p w:rsidR="0085747A" w:rsidRPr="00DF25BB" w:rsidRDefault="00DF25BB" w:rsidP="009C54AE">
            <w:pPr>
              <w:pStyle w:val="Punktygwne"/>
              <w:spacing w:before="0" w:after="0"/>
              <w:rPr>
                <w:rFonts w:ascii="Calibri" w:hAnsi="Calibri"/>
                <w:b w:val="0"/>
                <w:smallCaps w:val="0"/>
                <w:szCs w:val="24"/>
              </w:rPr>
            </w:pPr>
            <w:r w:rsidRPr="00DF25BB">
              <w:rPr>
                <w:rFonts w:ascii="Corbel" w:hAnsi="Corbel"/>
                <w:b w:val="0"/>
                <w:szCs w:val="24"/>
              </w:rPr>
              <w:t>ć</w:t>
            </w:r>
            <w:r w:rsidRPr="00DF25BB">
              <w:rPr>
                <w:rFonts w:ascii="Calibri" w:hAnsi="Calibri"/>
                <w:b w:val="0"/>
                <w:smallCaps w:val="0"/>
                <w:szCs w:val="24"/>
              </w:rPr>
              <w:t>wiczenia</w:t>
            </w:r>
          </w:p>
        </w:tc>
      </w:tr>
      <w:tr w:rsidR="00DF25BB" w:rsidRPr="009C54AE" w:rsidTr="00DF25BB">
        <w:tc>
          <w:tcPr>
            <w:tcW w:w="1962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alibri" w:hAnsi="Calibri"/>
                <w:b w:val="0"/>
                <w:smallCaps w:val="0"/>
                <w:szCs w:val="24"/>
              </w:rPr>
              <w:t>olokwium, praca projektowa</w:t>
            </w:r>
          </w:p>
        </w:tc>
        <w:tc>
          <w:tcPr>
            <w:tcW w:w="2117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25BB">
              <w:rPr>
                <w:rFonts w:ascii="Corbel" w:hAnsi="Corbel"/>
                <w:b w:val="0"/>
                <w:szCs w:val="24"/>
              </w:rPr>
              <w:t>ć</w:t>
            </w:r>
            <w:r w:rsidRPr="00DF25BB">
              <w:rPr>
                <w:rFonts w:ascii="Calibri" w:hAnsi="Calibri"/>
                <w:b w:val="0"/>
                <w:smallCaps w:val="0"/>
                <w:szCs w:val="24"/>
              </w:rPr>
              <w:t>wiczenia</w:t>
            </w:r>
          </w:p>
        </w:tc>
      </w:tr>
      <w:tr w:rsidR="00DF25BB" w:rsidRPr="009C54AE" w:rsidTr="00DF25BB">
        <w:tc>
          <w:tcPr>
            <w:tcW w:w="1962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alibri" w:hAnsi="Calibri"/>
                <w:b w:val="0"/>
                <w:smallCaps w:val="0"/>
                <w:szCs w:val="24"/>
              </w:rPr>
              <w:t>olokwium, praca projektowa</w:t>
            </w:r>
          </w:p>
        </w:tc>
        <w:tc>
          <w:tcPr>
            <w:tcW w:w="2117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25BB">
              <w:rPr>
                <w:rFonts w:ascii="Corbel" w:hAnsi="Corbel"/>
                <w:b w:val="0"/>
                <w:szCs w:val="24"/>
              </w:rPr>
              <w:t>ć</w:t>
            </w:r>
            <w:r w:rsidRPr="00DF25BB">
              <w:rPr>
                <w:rFonts w:ascii="Calibri" w:hAnsi="Calibri"/>
                <w:b w:val="0"/>
                <w:smallCaps w:val="0"/>
                <w:szCs w:val="24"/>
              </w:rPr>
              <w:t>wiczenia</w:t>
            </w:r>
          </w:p>
        </w:tc>
      </w:tr>
      <w:tr w:rsidR="00DF25BB" w:rsidRPr="009C54AE" w:rsidTr="00DF25BB">
        <w:tc>
          <w:tcPr>
            <w:tcW w:w="1962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alibri" w:hAnsi="Calibri"/>
                <w:b w:val="0"/>
                <w:smallCaps w:val="0"/>
                <w:szCs w:val="24"/>
              </w:rPr>
              <w:t>olokwium, praca projektowa</w:t>
            </w:r>
          </w:p>
        </w:tc>
        <w:tc>
          <w:tcPr>
            <w:tcW w:w="2117" w:type="dxa"/>
          </w:tcPr>
          <w:p w:rsidR="00DF25BB" w:rsidRPr="009C54AE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F25BB">
              <w:rPr>
                <w:rFonts w:ascii="Corbel" w:hAnsi="Corbel"/>
                <w:b w:val="0"/>
                <w:szCs w:val="24"/>
              </w:rPr>
              <w:t>ć</w:t>
            </w:r>
            <w:r w:rsidRPr="00DF25BB">
              <w:rPr>
                <w:rFonts w:ascii="Calibri" w:hAnsi="Calibri"/>
                <w:b w:val="0"/>
                <w:smallCaps w:val="0"/>
                <w:szCs w:val="24"/>
              </w:rPr>
              <w:t>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DF25BB" w:rsidRDefault="00DF25BB" w:rsidP="00DF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Aktywny udział w zajęciach, pozytywna ocena z pracy projektowej </w:t>
            </w:r>
          </w:p>
          <w:p w:rsidR="00DF25BB" w:rsidRPr="00FB2151" w:rsidRDefault="00DF25BB" w:rsidP="00DF25BB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oraz z </w:t>
            </w:r>
            <w:r w:rsidRPr="00FB2151">
              <w:rPr>
                <w:rFonts w:ascii="DejaVuSans" w:hAnsi="DejaVuSans" w:cs="DejaVuSans"/>
                <w:sz w:val="24"/>
                <w:szCs w:val="24"/>
                <w:lang w:eastAsia="pl-PL"/>
              </w:rPr>
              <w:t>kolokwium</w:t>
            </w:r>
          </w:p>
          <w:p w:rsidR="00DF25BB" w:rsidRPr="00FB2151" w:rsidRDefault="00DF25BB" w:rsidP="00DF25B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66033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660339">
              <w:t xml:space="preserve">  </w:t>
            </w:r>
            <w:bookmarkStart w:id="0" w:name="_GoBack"/>
            <w:bookmarkEnd w:id="0"/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4B70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4B70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4B7041" w:rsidRPr="009C54AE" w:rsidTr="00923D7D">
        <w:tc>
          <w:tcPr>
            <w:tcW w:w="4962" w:type="dxa"/>
          </w:tcPr>
          <w:p w:rsidR="004B7041" w:rsidRDefault="004B7041" w:rsidP="004B70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4B7041" w:rsidRDefault="004B7041" w:rsidP="004B70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4B7041" w:rsidRDefault="004B7041" w:rsidP="004B70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4B7041" w:rsidRPr="009C54AE" w:rsidRDefault="004B7041" w:rsidP="004B704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projektowej.</w:t>
            </w:r>
          </w:p>
        </w:tc>
        <w:tc>
          <w:tcPr>
            <w:tcW w:w="4677" w:type="dxa"/>
          </w:tcPr>
          <w:p w:rsidR="004B7041" w:rsidRDefault="004B7041" w:rsidP="004B70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:rsidR="004B7041" w:rsidRDefault="004B7041" w:rsidP="004B70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4B7041" w:rsidRDefault="004B7041" w:rsidP="004B70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4B7041" w:rsidRDefault="004B7041" w:rsidP="004B70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4B7041" w:rsidRPr="009C54AE" w:rsidRDefault="004B7041" w:rsidP="004B70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4B7041" w:rsidRPr="009C54AE" w:rsidTr="00923D7D">
        <w:tc>
          <w:tcPr>
            <w:tcW w:w="4962" w:type="dxa"/>
          </w:tcPr>
          <w:p w:rsidR="004B7041" w:rsidRPr="009C54AE" w:rsidRDefault="004B7041" w:rsidP="004B70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4B7041" w:rsidRPr="009C54AE" w:rsidRDefault="004B7041" w:rsidP="004B70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4B7041" w:rsidRPr="009C54AE" w:rsidTr="00923D7D">
        <w:tc>
          <w:tcPr>
            <w:tcW w:w="4962" w:type="dxa"/>
          </w:tcPr>
          <w:p w:rsidR="004B7041" w:rsidRPr="009C54AE" w:rsidRDefault="004B7041" w:rsidP="004B704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4B7041" w:rsidRPr="009C54AE" w:rsidRDefault="004B7041" w:rsidP="004B70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AF0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AF099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Borzucka-Sitkiewicz</w:t>
            </w:r>
            <w:proofErr w:type="spellEnd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K., Kowalczewska-Grabowska K.,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Profilaktyka społeczna: aspekty teoretyczno-metodyczne,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Katowice 2013.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Gaś Z. B.,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Profilaktyka. Procedury konstruowania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programów wczesnej interwencji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 Lublin 2000.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Szymańska J.,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Programy profilaktyczne. Podstawy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profesjonalnej profilaktyki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 Warszawa 2000.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Świątkiewicz G. (red.),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Profilaktyka w środowisku lokalnym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Warszawa 2002.</w:t>
            </w:r>
          </w:p>
          <w:p w:rsidR="00AF099C" w:rsidRP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Szpringer</w:t>
            </w:r>
            <w:proofErr w:type="spellEnd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M.,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 xml:space="preserve">Profilaktyka społeczna. Rodzina -Szkoła Środowisko Lokalne, </w:t>
            </w:r>
            <w:proofErr w:type="spellStart"/>
            <w:r w:rsidRPr="00AF099C">
              <w:rPr>
                <w:rFonts w:ascii="DejaVuSans-Oblique" w:hAnsi="DejaVuSans-Oblique" w:cs="DejaVuSans-Oblique"/>
                <w:sz w:val="24"/>
                <w:szCs w:val="24"/>
                <w:lang w:eastAsia="pl-PL"/>
              </w:rPr>
              <w:t>Kiielce</w:t>
            </w:r>
            <w:proofErr w:type="spellEnd"/>
            <w:r w:rsidRPr="00AF099C">
              <w:rPr>
                <w:rFonts w:ascii="DejaVuSans-Oblique" w:hAnsi="DejaVuSans-Oblique" w:cs="DejaVuSans-Oblique"/>
                <w:sz w:val="24"/>
                <w:szCs w:val="24"/>
                <w:lang w:eastAsia="pl-PL"/>
              </w:rPr>
              <w:t xml:space="preserve"> 2004.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694C1D" w:rsidRPr="00772569" w:rsidRDefault="00694C1D" w:rsidP="00694C1D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Gaś Z. B., </w:t>
            </w:r>
            <w:r>
              <w:rPr>
                <w:rFonts w:ascii="DejaVuSans" w:hAnsi="DejaVuSans" w:cs="DejaVuSans"/>
                <w:i/>
                <w:sz w:val="24"/>
                <w:szCs w:val="24"/>
                <w:lang w:eastAsia="pl-PL"/>
              </w:rPr>
              <w:t xml:space="preserve">Profilaktyka </w:t>
            </w:r>
            <w:proofErr w:type="spellStart"/>
            <w:r>
              <w:rPr>
                <w:rFonts w:ascii="DejaVuSans" w:hAnsi="DejaVuSans" w:cs="DejaVuSans"/>
                <w:i/>
                <w:sz w:val="24"/>
                <w:szCs w:val="24"/>
                <w:lang w:eastAsia="pl-PL"/>
              </w:rPr>
              <w:t>zachowań</w:t>
            </w:r>
            <w:proofErr w:type="spellEnd"/>
            <w:r>
              <w:rPr>
                <w:rFonts w:ascii="DejaVuSans" w:hAnsi="DejaVuSans" w:cs="DejaVuSans"/>
                <w:i/>
                <w:sz w:val="24"/>
                <w:szCs w:val="24"/>
                <w:lang w:eastAsia="pl-PL"/>
              </w:rPr>
              <w:t xml:space="preserve"> ryzykownych w teorii i praktyce, 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Lublin 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lastRenderedPageBreak/>
              <w:t>2019.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Deptuła M. (red.),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Profilaktyka w grupach ryzyka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. Cz. 2,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Działania, Warszawa 2010.</w:t>
            </w:r>
          </w:p>
          <w:p w:rsidR="00AF099C" w:rsidRDefault="00AF099C" w:rsidP="00AF099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Programy profilaktyczne wybranych gmin i powiatów</w:t>
            </w:r>
          </w:p>
          <w:p w:rsidR="00AF099C" w:rsidRPr="00AF099C" w:rsidRDefault="00AF099C" w:rsidP="00AF099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Cs w:val="24"/>
              </w:rPr>
            </w:pPr>
            <w:r w:rsidRPr="00AF099C">
              <w:rPr>
                <w:rFonts w:ascii="DejaVuSans" w:hAnsi="DejaVuSans" w:cs="DejaVuSans"/>
                <w:b w:val="0"/>
                <w:bCs/>
                <w:smallCaps w:val="0"/>
                <w:szCs w:val="24"/>
                <w:lang w:eastAsia="pl-PL"/>
              </w:rPr>
              <w:t>zawarte na stronach internetowych.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902" w:rsidRDefault="00223902" w:rsidP="00C16ABF">
      <w:pPr>
        <w:spacing w:after="0" w:line="240" w:lineRule="auto"/>
      </w:pPr>
      <w:r>
        <w:separator/>
      </w:r>
    </w:p>
  </w:endnote>
  <w:endnote w:type="continuationSeparator" w:id="0">
    <w:p w:rsidR="00223902" w:rsidRDefault="0022390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902" w:rsidRDefault="00223902" w:rsidP="00C16ABF">
      <w:pPr>
        <w:spacing w:after="0" w:line="240" w:lineRule="auto"/>
      </w:pPr>
      <w:r>
        <w:separator/>
      </w:r>
    </w:p>
  </w:footnote>
  <w:footnote w:type="continuationSeparator" w:id="0">
    <w:p w:rsidR="00223902" w:rsidRDefault="0022390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E17852"/>
    <w:multiLevelType w:val="hybridMultilevel"/>
    <w:tmpl w:val="736689E2"/>
    <w:lvl w:ilvl="0" w:tplc="5BC8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06F49"/>
    <w:rsid w:val="00124BFF"/>
    <w:rsid w:val="0012560E"/>
    <w:rsid w:val="00127108"/>
    <w:rsid w:val="00134B13"/>
    <w:rsid w:val="00136234"/>
    <w:rsid w:val="00146BC0"/>
    <w:rsid w:val="00153C41"/>
    <w:rsid w:val="00154381"/>
    <w:rsid w:val="001640A7"/>
    <w:rsid w:val="00164FA7"/>
    <w:rsid w:val="00166A03"/>
    <w:rsid w:val="001718A7"/>
    <w:rsid w:val="001737CF"/>
    <w:rsid w:val="00174FDF"/>
    <w:rsid w:val="00176083"/>
    <w:rsid w:val="001770C7"/>
    <w:rsid w:val="00192F37"/>
    <w:rsid w:val="001A70D2"/>
    <w:rsid w:val="001B57BD"/>
    <w:rsid w:val="001D657B"/>
    <w:rsid w:val="001D7B54"/>
    <w:rsid w:val="001E0209"/>
    <w:rsid w:val="001F2CA2"/>
    <w:rsid w:val="002144C0"/>
    <w:rsid w:val="00214DC2"/>
    <w:rsid w:val="00223362"/>
    <w:rsid w:val="00223902"/>
    <w:rsid w:val="0022477D"/>
    <w:rsid w:val="002278A9"/>
    <w:rsid w:val="00231156"/>
    <w:rsid w:val="002336F9"/>
    <w:rsid w:val="0024028F"/>
    <w:rsid w:val="00244ABC"/>
    <w:rsid w:val="00281FF2"/>
    <w:rsid w:val="002857DE"/>
    <w:rsid w:val="00287189"/>
    <w:rsid w:val="00291567"/>
    <w:rsid w:val="002A22BF"/>
    <w:rsid w:val="002A2389"/>
    <w:rsid w:val="002A671D"/>
    <w:rsid w:val="002A7E2D"/>
    <w:rsid w:val="002B4D55"/>
    <w:rsid w:val="002B5EA0"/>
    <w:rsid w:val="002B6119"/>
    <w:rsid w:val="002C1F06"/>
    <w:rsid w:val="002C4D48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6382"/>
    <w:rsid w:val="003929E5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57B74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041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2639"/>
    <w:rsid w:val="005C55E5"/>
    <w:rsid w:val="005C696A"/>
    <w:rsid w:val="005E6E85"/>
    <w:rsid w:val="005F31D2"/>
    <w:rsid w:val="00600DE6"/>
    <w:rsid w:val="0061029B"/>
    <w:rsid w:val="00617230"/>
    <w:rsid w:val="00621CE1"/>
    <w:rsid w:val="00627FC9"/>
    <w:rsid w:val="00647FA8"/>
    <w:rsid w:val="00650C5F"/>
    <w:rsid w:val="00654934"/>
    <w:rsid w:val="00660339"/>
    <w:rsid w:val="006620D9"/>
    <w:rsid w:val="00671958"/>
    <w:rsid w:val="00675843"/>
    <w:rsid w:val="006947AC"/>
    <w:rsid w:val="00694C1D"/>
    <w:rsid w:val="00696477"/>
    <w:rsid w:val="006C325C"/>
    <w:rsid w:val="006D050F"/>
    <w:rsid w:val="006D5F88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5614"/>
    <w:rsid w:val="007323AF"/>
    <w:rsid w:val="007327BD"/>
    <w:rsid w:val="00734608"/>
    <w:rsid w:val="00745302"/>
    <w:rsid w:val="007461D6"/>
    <w:rsid w:val="00746EC8"/>
    <w:rsid w:val="00752494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4A0F"/>
    <w:rsid w:val="007F1652"/>
    <w:rsid w:val="007F4155"/>
    <w:rsid w:val="008042BF"/>
    <w:rsid w:val="0081554D"/>
    <w:rsid w:val="0081707E"/>
    <w:rsid w:val="008449B3"/>
    <w:rsid w:val="0085747A"/>
    <w:rsid w:val="00884922"/>
    <w:rsid w:val="00885F64"/>
    <w:rsid w:val="008917F9"/>
    <w:rsid w:val="008A08D6"/>
    <w:rsid w:val="008A45F7"/>
    <w:rsid w:val="008C0CC0"/>
    <w:rsid w:val="008C19A9"/>
    <w:rsid w:val="008C3169"/>
    <w:rsid w:val="008C379D"/>
    <w:rsid w:val="008C5147"/>
    <w:rsid w:val="008C5359"/>
    <w:rsid w:val="008C5363"/>
    <w:rsid w:val="008D3DFB"/>
    <w:rsid w:val="008E64F4"/>
    <w:rsid w:val="008F12C9"/>
    <w:rsid w:val="008F6E29"/>
    <w:rsid w:val="00913417"/>
    <w:rsid w:val="00916188"/>
    <w:rsid w:val="00923D7D"/>
    <w:rsid w:val="00927B11"/>
    <w:rsid w:val="00946C55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E5C0C"/>
    <w:rsid w:val="009F3C5C"/>
    <w:rsid w:val="009F4610"/>
    <w:rsid w:val="00A00ECC"/>
    <w:rsid w:val="00A155EE"/>
    <w:rsid w:val="00A16A37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078A"/>
    <w:rsid w:val="00A97DE1"/>
    <w:rsid w:val="00AB053C"/>
    <w:rsid w:val="00AD1146"/>
    <w:rsid w:val="00AD27D3"/>
    <w:rsid w:val="00AD66D6"/>
    <w:rsid w:val="00AE1160"/>
    <w:rsid w:val="00AE17EB"/>
    <w:rsid w:val="00AE203C"/>
    <w:rsid w:val="00AE2E74"/>
    <w:rsid w:val="00AE5FCB"/>
    <w:rsid w:val="00AF099C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0EF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751"/>
    <w:rsid w:val="00C26CB7"/>
    <w:rsid w:val="00C324C1"/>
    <w:rsid w:val="00C36992"/>
    <w:rsid w:val="00C51E4E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050"/>
    <w:rsid w:val="00CF78ED"/>
    <w:rsid w:val="00D0183D"/>
    <w:rsid w:val="00D02B25"/>
    <w:rsid w:val="00D02EBA"/>
    <w:rsid w:val="00D17C3C"/>
    <w:rsid w:val="00D25CC0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4409"/>
    <w:rsid w:val="00DA45C1"/>
    <w:rsid w:val="00DD1B28"/>
    <w:rsid w:val="00DE09C0"/>
    <w:rsid w:val="00DE4A14"/>
    <w:rsid w:val="00DF25BB"/>
    <w:rsid w:val="00DF320D"/>
    <w:rsid w:val="00DF71C8"/>
    <w:rsid w:val="00E01A45"/>
    <w:rsid w:val="00E129B8"/>
    <w:rsid w:val="00E21E7D"/>
    <w:rsid w:val="00E22FBC"/>
    <w:rsid w:val="00E24BF5"/>
    <w:rsid w:val="00E25338"/>
    <w:rsid w:val="00E452A4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C563B"/>
    <w:rsid w:val="00ED03AB"/>
    <w:rsid w:val="00ED32D2"/>
    <w:rsid w:val="00EE32DE"/>
    <w:rsid w:val="00EE5457"/>
    <w:rsid w:val="00F070AB"/>
    <w:rsid w:val="00F17567"/>
    <w:rsid w:val="00F27A7B"/>
    <w:rsid w:val="00F473C5"/>
    <w:rsid w:val="00F526AF"/>
    <w:rsid w:val="00F617C3"/>
    <w:rsid w:val="00F7066B"/>
    <w:rsid w:val="00F83B28"/>
    <w:rsid w:val="00FA46E5"/>
    <w:rsid w:val="00FB5617"/>
    <w:rsid w:val="00FB72C0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30490"/>
  <w15:docId w15:val="{105ACA2E-7DBF-46B8-B1CF-89FA8C906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88CFE7-D0F0-4B68-82E8-F25E80EBC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58</TotalTime>
  <Pages>5</Pages>
  <Words>875</Words>
  <Characters>5254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2019-02-06T12:12:00Z</cp:lastPrinted>
  <dcterms:created xsi:type="dcterms:W3CDTF">2019-10-20T19:04:00Z</dcterms:created>
  <dcterms:modified xsi:type="dcterms:W3CDTF">2023-04-20T07:45:00Z</dcterms:modified>
</cp:coreProperties>
</file>